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11060" w14:textId="552791D4" w:rsidR="00676F0F" w:rsidRPr="002C3C93" w:rsidRDefault="001A3D09" w:rsidP="00C26AF2">
      <w:pPr>
        <w:pStyle w:val="Podnadpis"/>
        <w:shd w:val="clear" w:color="auto" w:fill="FFFFFF" w:themeFill="background1"/>
        <w:tabs>
          <w:tab w:val="center" w:pos="5031"/>
        </w:tabs>
        <w:spacing w:line="240" w:lineRule="auto"/>
        <w:jc w:val="left"/>
        <w:rPr>
          <w:rFonts w:cs="Arial"/>
          <w:b w:val="0"/>
          <w:caps/>
          <w:sz w:val="28"/>
          <w:szCs w:val="24"/>
        </w:rPr>
      </w:pPr>
      <w:r>
        <w:rPr>
          <w:rFonts w:cs="Arial"/>
          <w:caps/>
          <w:sz w:val="28"/>
          <w:szCs w:val="24"/>
        </w:rPr>
        <w:tab/>
      </w:r>
      <w:r w:rsidR="00B12D92" w:rsidRPr="00661E7D">
        <w:rPr>
          <w:rFonts w:cs="Arial"/>
          <w:caps/>
          <w:sz w:val="28"/>
          <w:szCs w:val="24"/>
        </w:rPr>
        <w:t xml:space="preserve">SEZNAM </w:t>
      </w:r>
      <w:r w:rsidR="00676F0F" w:rsidRPr="00661E7D">
        <w:rPr>
          <w:rFonts w:cs="Arial"/>
          <w:caps/>
          <w:sz w:val="28"/>
          <w:szCs w:val="24"/>
        </w:rPr>
        <w:t>poddodavatelů</w:t>
      </w:r>
      <w:r w:rsidR="00371460" w:rsidRPr="00661E7D">
        <w:rPr>
          <w:rFonts w:cs="Arial"/>
          <w:caps/>
          <w:sz w:val="28"/>
          <w:szCs w:val="24"/>
        </w:rPr>
        <w:t xml:space="preserve"> </w:t>
      </w:r>
      <w:r w:rsidR="005168FB" w:rsidRPr="00661E7D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3487C588" w14:textId="1126540E" w:rsidR="00F30516" w:rsidRDefault="00F30516" w:rsidP="00F55B2F">
      <w:pPr>
        <w:pStyle w:val="Podnadpis"/>
        <w:spacing w:line="240" w:lineRule="auto"/>
        <w:ind w:left="2832" w:hanging="2832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F55B2F" w:rsidRPr="00F55B2F">
        <w:rPr>
          <w:rFonts w:cs="Arial"/>
          <w:sz w:val="22"/>
          <w:szCs w:val="22"/>
        </w:rPr>
        <w:t>Dodávky osobních ochranných pracovních prostředků pro Karlovarskou krajskou nemocnici a.s.</w:t>
      </w:r>
    </w:p>
    <w:p w14:paraId="6FE16F27" w14:textId="77777777" w:rsidR="00F55B2F" w:rsidRPr="002C3C93" w:rsidRDefault="00F55B2F" w:rsidP="00F55B2F">
      <w:pPr>
        <w:pStyle w:val="Podnadpis"/>
        <w:spacing w:line="240" w:lineRule="auto"/>
        <w:ind w:left="2832" w:hanging="2832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77777777" w:rsidR="00F30516" w:rsidRPr="002C3C93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2C3C93" w:rsidRDefault="005168FB" w:rsidP="00C26AF2">
      <w:pPr>
        <w:pStyle w:val="Podnadpis"/>
        <w:keepNext/>
        <w:numPr>
          <w:ilvl w:val="0"/>
          <w:numId w:val="2"/>
        </w:numPr>
        <w:shd w:val="clear" w:color="auto" w:fill="FFFFFF" w:themeFill="background1"/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5168FB">
      <w:pPr>
        <w:pStyle w:val="Odstavecseseznamem"/>
        <w:spacing w:before="240" w:after="24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77777777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známi, a uvádím, kterou část veřejné zakázky bude každý z poddodavatelů plnit: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D90A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2EF2D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CA61F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3B799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BA38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EE765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95D6A" w14:textId="5F35C830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DF10A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CB19B6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E4F7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7A22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9997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0D8E3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43C3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233C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1669B" w14:textId="0966B028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98E24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14185E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504860">
      <w:pPr>
        <w:spacing w:after="240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C26AF2">
      <w:pPr>
        <w:pStyle w:val="Podnadpis"/>
        <w:keepNext/>
        <w:numPr>
          <w:ilvl w:val="0"/>
          <w:numId w:val="2"/>
        </w:numPr>
        <w:shd w:val="clear" w:color="auto" w:fill="FFFFFF" w:themeFill="background1"/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1EC4512E" w:rsidR="005168FB" w:rsidRPr="002C3C93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 xml:space="preserve">Účastník čestně prohlašuje, že splňuje základní způsobilost dle </w:t>
      </w:r>
      <w:r w:rsidR="002034F2" w:rsidRPr="002C3C93">
        <w:rPr>
          <w:rFonts w:cs="Arial"/>
          <w:bCs/>
          <w:sz w:val="22"/>
          <w:szCs w:val="22"/>
        </w:rPr>
        <w:t xml:space="preserve">k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77258220" w14:textId="77777777" w:rsidR="0081382B" w:rsidRPr="0081382B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81382B">
        <w:rPr>
          <w:rFonts w:ascii="Arial" w:hAnsi="Arial" w:cs="Arial"/>
          <w:color w:val="000000"/>
          <w:sz w:val="22"/>
          <w:szCs w:val="22"/>
        </w:rPr>
        <w:t>byl v zemi svého sídla v posledních 5 letech před zahájením zadávacího řízení pravomocně odsouzen pro trestný čin uvedený v příloze č. 3 k tomuto zákonu nebo obdobný trestný čin podle právního řádu země sídla dodavatele; k zahlazeným odsouzením se nepřihlíží,</w:t>
      </w:r>
    </w:p>
    <w:p w14:paraId="74FE0201" w14:textId="77777777" w:rsidR="0081382B" w:rsidRPr="002C3C93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4F9FCE48" w14:textId="77777777" w:rsidR="0081382B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40B98BFA" w14:textId="77777777" w:rsidR="0081382B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má v České republice nebo v zemi svého sídla splatný nedoplatek na pojistném nebo na penále na sociální zabezpečení a příspěvku na státní politiku zaměstnanosti,</w:t>
      </w:r>
    </w:p>
    <w:p w14:paraId="7893360D" w14:textId="293BDE46" w:rsidR="005168FB" w:rsidRPr="002C3C93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 v likvidaci, proti němuž bylo vydáno rozhodnutí o úpadku, vůči němuž byla nařízena nucená správa podle jiného právního předpisu nebo v obdobné situaci podle právního řádu země sídla dodavatele.</w:t>
      </w:r>
    </w:p>
    <w:p w14:paraId="7106F66A" w14:textId="77777777" w:rsidR="001775D0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02787CD8" w14:textId="77777777" w:rsidR="00C42BF1" w:rsidRPr="002C3C93" w:rsidRDefault="00C42BF1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C26AF2">
      <w:pPr>
        <w:pStyle w:val="Podnadpis"/>
        <w:numPr>
          <w:ilvl w:val="0"/>
          <w:numId w:val="2"/>
        </w:numPr>
        <w:shd w:val="clear" w:color="auto" w:fill="FFFFFF" w:themeFill="background1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3623BEC6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ruským státním příslušníkem, fyzickou či právnickou osobou, subjektem či orgánem se sídlem 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7777777" w:rsidR="00EE1B3F" w:rsidRDefault="00EE1B3F" w:rsidP="00701CD7">
      <w:pPr>
        <w:autoSpaceDE w:val="0"/>
        <w:autoSpaceDN w:val="0"/>
        <w:adjustRightInd w:val="0"/>
        <w:spacing w:after="24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4249072C" w14:textId="77777777" w:rsidR="00C42BF1" w:rsidRPr="002C3C93" w:rsidRDefault="00C42BF1" w:rsidP="00C42BF1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7D67A824" w14:textId="61FF8B2F" w:rsidR="00EE1B3F" w:rsidRPr="002C3C93" w:rsidRDefault="00701CD7" w:rsidP="00C26AF2">
      <w:pPr>
        <w:pStyle w:val="Podnadpis"/>
        <w:numPr>
          <w:ilvl w:val="0"/>
          <w:numId w:val="2"/>
        </w:numPr>
        <w:shd w:val="clear" w:color="auto" w:fill="FFFFFF" w:themeFill="background1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32F316DE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3F961E62" w14:textId="77777777" w:rsidR="00C42BF1" w:rsidRDefault="00C42BF1" w:rsidP="00C42BF1">
      <w:pPr>
        <w:rPr>
          <w:rFonts w:ascii="Arial" w:hAnsi="Arial" w:cs="Arial"/>
        </w:rPr>
      </w:pPr>
    </w:p>
    <w:p w14:paraId="01D8E60C" w14:textId="77777777" w:rsidR="00C42BF1" w:rsidRDefault="00C42BF1" w:rsidP="00C42BF1">
      <w:pPr>
        <w:rPr>
          <w:rFonts w:ascii="Arial" w:hAnsi="Arial" w:cs="Arial"/>
        </w:rPr>
      </w:pPr>
    </w:p>
    <w:p w14:paraId="477C445D" w14:textId="77777777" w:rsidR="00C42BF1" w:rsidRDefault="00C42BF1" w:rsidP="00C42BF1">
      <w:pPr>
        <w:rPr>
          <w:rFonts w:ascii="Arial" w:hAnsi="Arial" w:cs="Arial"/>
        </w:rPr>
      </w:pPr>
    </w:p>
    <w:p w14:paraId="2C59DD14" w14:textId="1EFC7624" w:rsidR="00EE1B3F" w:rsidRPr="002C3C93" w:rsidRDefault="004C4ABE" w:rsidP="00C26AF2">
      <w:pPr>
        <w:pStyle w:val="Podnadpis"/>
        <w:numPr>
          <w:ilvl w:val="0"/>
          <w:numId w:val="2"/>
        </w:numPr>
        <w:shd w:val="clear" w:color="auto" w:fill="FFFFFF" w:themeFill="background1"/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30891932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rámcová kupní smlouva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77777777" w:rsidR="004C4ABE" w:rsidRPr="00C42BF1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6FD3812C" w14:textId="77777777" w:rsidR="00C42BF1" w:rsidRPr="002C3C93" w:rsidRDefault="00C42BF1" w:rsidP="00C42BF1">
      <w:pPr>
        <w:pStyle w:val="Tlotextu"/>
        <w:tabs>
          <w:tab w:val="clear" w:pos="709"/>
          <w:tab w:val="left" w:pos="-4820"/>
        </w:tabs>
        <w:spacing w:after="0" w:line="240" w:lineRule="auto"/>
        <w:ind w:left="425"/>
        <w:jc w:val="both"/>
        <w:rPr>
          <w:rFonts w:ascii="Arial" w:hAnsi="Arial" w:cs="Arial"/>
          <w:i/>
          <w:sz w:val="22"/>
        </w:rPr>
      </w:pPr>
    </w:p>
    <w:p w14:paraId="18F5D5EB" w14:textId="55734E47" w:rsidR="003A057B" w:rsidRPr="002C3C93" w:rsidRDefault="00662455" w:rsidP="00C26AF2">
      <w:pPr>
        <w:pStyle w:val="Podnadpis"/>
        <w:numPr>
          <w:ilvl w:val="0"/>
          <w:numId w:val="2"/>
        </w:numPr>
        <w:shd w:val="clear" w:color="auto" w:fill="FFFFFF" w:themeFill="background1"/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77E9FAF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nabídková cena a veškeré údaje, informace, doklady a dokumenty v nabídce jsou pravdivé 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2A6BD685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rámcové </w:t>
      </w:r>
      <w:r w:rsidR="00504860" w:rsidRPr="002C3C93">
        <w:rPr>
          <w:rFonts w:ascii="Arial" w:hAnsi="Arial" w:cs="Arial"/>
          <w:szCs w:val="32"/>
        </w:rPr>
        <w:t>kupní smlouvy</w:t>
      </w:r>
      <w:r w:rsidRPr="002C3C93">
        <w:rPr>
          <w:rFonts w:ascii="Arial" w:hAnsi="Arial" w:cs="Arial"/>
          <w:szCs w:val="32"/>
        </w:rPr>
        <w:t xml:space="preserve"> k výše uvedené veřejné zakázce.</w:t>
      </w:r>
    </w:p>
    <w:p w14:paraId="2D5A1E3C" w14:textId="77777777" w:rsidR="003A057B" w:rsidRPr="002C3C93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20C94E23" w14:textId="77777777" w:rsidR="00CD6B81" w:rsidRPr="002C3C93" w:rsidRDefault="00CD6B81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2C3C93">
      <w:headerReference w:type="default" r:id="rId11"/>
      <w:footerReference w:type="default" r:id="rId12"/>
      <w:footerReference w:type="first" r:id="rId13"/>
      <w:pgSz w:w="11906" w:h="16838" w:code="9"/>
      <w:pgMar w:top="1701" w:right="709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9E862" w14:textId="77777777" w:rsidR="00C91CD6" w:rsidRDefault="00C91CD6">
      <w:r>
        <w:separator/>
      </w:r>
    </w:p>
  </w:endnote>
  <w:endnote w:type="continuationSeparator" w:id="0">
    <w:p w14:paraId="07E3DF63" w14:textId="77777777" w:rsidR="00C91CD6" w:rsidRDefault="00C91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2C3C93" w:rsidRDefault="007477D8" w:rsidP="006119BA">
        <w:pPr>
          <w:pStyle w:val="Zpat"/>
          <w:jc w:val="center"/>
          <w:rPr>
            <w:rFonts w:ascii="Arial" w:hAnsi="Arial" w:cs="Arial"/>
          </w:rPr>
        </w:pPr>
        <w:r w:rsidRPr="002C3C93">
          <w:rPr>
            <w:rFonts w:ascii="Arial" w:hAnsi="Arial" w:cs="Arial"/>
          </w:rPr>
          <w:fldChar w:fldCharType="begin"/>
        </w:r>
        <w:r w:rsidR="00060B1E" w:rsidRPr="002C3C93">
          <w:rPr>
            <w:rFonts w:ascii="Arial" w:hAnsi="Arial" w:cs="Arial"/>
          </w:rPr>
          <w:instrText>PAGE   \* MERGEFORMAT</w:instrText>
        </w:r>
        <w:r w:rsidRPr="002C3C93">
          <w:rPr>
            <w:rFonts w:ascii="Arial" w:hAnsi="Arial" w:cs="Arial"/>
          </w:rPr>
          <w:fldChar w:fldCharType="separate"/>
        </w:r>
        <w:r w:rsidR="007F1032" w:rsidRPr="002C3C93">
          <w:rPr>
            <w:rFonts w:ascii="Arial" w:hAnsi="Arial" w:cs="Arial"/>
            <w:noProof/>
          </w:rPr>
          <w:t>2</w:t>
        </w:r>
        <w:r w:rsidRPr="002C3C93">
          <w:rPr>
            <w:rFonts w:ascii="Arial" w:hAnsi="Arial" w:cs="Arial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EndPr/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08CD8" w14:textId="77777777" w:rsidR="00C91CD6" w:rsidRDefault="00C91CD6">
      <w:r>
        <w:separator/>
      </w:r>
    </w:p>
  </w:footnote>
  <w:footnote w:type="continuationSeparator" w:id="0">
    <w:p w14:paraId="26070038" w14:textId="77777777" w:rsidR="00C91CD6" w:rsidRDefault="00C91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3F9D7C77" w:rsidR="003447A4" w:rsidRPr="00CD6B81" w:rsidRDefault="002C3C93" w:rsidP="00CD6B81">
    <w:pPr>
      <w:jc w:val="right"/>
      <w:rPr>
        <w:rFonts w:ascii="Arial" w:hAnsi="Arial" w:cs="Arial"/>
      </w:rPr>
    </w:pPr>
    <w:r w:rsidRPr="00CD6B81">
      <w:rPr>
        <w:rFonts w:ascii="Arial" w:hAnsi="Arial" w:cs="Arial"/>
        <w:noProof/>
        <w:color w:val="808080"/>
        <w:sz w:val="22"/>
        <w:szCs w:val="22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 w:rsidRPr="00CD6B81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744490361" name="Obrázek 744490361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6B81" w:rsidRPr="00CD6B81">
      <w:rPr>
        <w:rFonts w:ascii="Arial" w:hAnsi="Arial" w:cs="Arial"/>
        <w:sz w:val="22"/>
        <w:szCs w:val="22"/>
      </w:rPr>
      <w:t>Příloha č. 4 ZD</w:t>
    </w:r>
    <w:r w:rsidRPr="00CD6B81"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B5A8989E"/>
    <w:lvl w:ilvl="0" w:tplc="14963CCE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B6B02"/>
    <w:multiLevelType w:val="hybridMultilevel"/>
    <w:tmpl w:val="0D84E8A4"/>
    <w:lvl w:ilvl="0" w:tplc="D3340A2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279">
    <w:abstractNumId w:val="13"/>
  </w:num>
  <w:num w:numId="2" w16cid:durableId="874544641">
    <w:abstractNumId w:val="17"/>
  </w:num>
  <w:num w:numId="3" w16cid:durableId="294482200">
    <w:abstractNumId w:val="14"/>
  </w:num>
  <w:num w:numId="4" w16cid:durableId="1759132588">
    <w:abstractNumId w:val="16"/>
  </w:num>
  <w:num w:numId="5" w16cid:durableId="1839534202">
    <w:abstractNumId w:val="8"/>
  </w:num>
  <w:num w:numId="6" w16cid:durableId="1826821569">
    <w:abstractNumId w:val="9"/>
  </w:num>
  <w:num w:numId="7" w16cid:durableId="1139759085">
    <w:abstractNumId w:val="15"/>
  </w:num>
  <w:num w:numId="8" w16cid:durableId="1273591127">
    <w:abstractNumId w:val="10"/>
  </w:num>
  <w:num w:numId="9" w16cid:durableId="1956282158">
    <w:abstractNumId w:val="12"/>
  </w:num>
  <w:num w:numId="10" w16cid:durableId="1937013165">
    <w:abstractNumId w:val="7"/>
  </w:num>
  <w:num w:numId="11" w16cid:durableId="1030641206">
    <w:abstractNumId w:val="11"/>
  </w:num>
  <w:num w:numId="12" w16cid:durableId="1189290854">
    <w:abstractNumId w:val="3"/>
  </w:num>
  <w:num w:numId="13" w16cid:durableId="628586045">
    <w:abstractNumId w:val="6"/>
  </w:num>
  <w:num w:numId="14" w16cid:durableId="1862161863">
    <w:abstractNumId w:val="0"/>
  </w:num>
  <w:num w:numId="15" w16cid:durableId="1246110958">
    <w:abstractNumId w:val="5"/>
  </w:num>
  <w:num w:numId="16" w16cid:durableId="1089543040">
    <w:abstractNumId w:val="4"/>
  </w:num>
  <w:num w:numId="17" w16cid:durableId="297339530">
    <w:abstractNumId w:val="1"/>
  </w:num>
  <w:num w:numId="18" w16cid:durableId="17271473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FDB"/>
    <w:rsid w:val="00060B1E"/>
    <w:rsid w:val="000646F4"/>
    <w:rsid w:val="000748A5"/>
    <w:rsid w:val="00084A1B"/>
    <w:rsid w:val="000952B4"/>
    <w:rsid w:val="000C6041"/>
    <w:rsid w:val="000D3F91"/>
    <w:rsid w:val="000D7DFF"/>
    <w:rsid w:val="000F324C"/>
    <w:rsid w:val="001004BF"/>
    <w:rsid w:val="00114377"/>
    <w:rsid w:val="00115164"/>
    <w:rsid w:val="00120B25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A3D09"/>
    <w:rsid w:val="001B3397"/>
    <w:rsid w:val="001B3BDC"/>
    <w:rsid w:val="001C53CA"/>
    <w:rsid w:val="001C6BEE"/>
    <w:rsid w:val="001E0724"/>
    <w:rsid w:val="001F56E6"/>
    <w:rsid w:val="002034F2"/>
    <w:rsid w:val="002078B2"/>
    <w:rsid w:val="00217BE8"/>
    <w:rsid w:val="00230C79"/>
    <w:rsid w:val="00235597"/>
    <w:rsid w:val="00241F52"/>
    <w:rsid w:val="0024670C"/>
    <w:rsid w:val="00246B30"/>
    <w:rsid w:val="00260B2D"/>
    <w:rsid w:val="00265539"/>
    <w:rsid w:val="00266F28"/>
    <w:rsid w:val="00267254"/>
    <w:rsid w:val="00271086"/>
    <w:rsid w:val="00275BE0"/>
    <w:rsid w:val="002809BC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D1FA8"/>
    <w:rsid w:val="003D25AB"/>
    <w:rsid w:val="003E66A2"/>
    <w:rsid w:val="003F1AF8"/>
    <w:rsid w:val="003F3A2C"/>
    <w:rsid w:val="00423DB3"/>
    <w:rsid w:val="00437004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45EBA"/>
    <w:rsid w:val="005642D7"/>
    <w:rsid w:val="00570003"/>
    <w:rsid w:val="00572626"/>
    <w:rsid w:val="00580304"/>
    <w:rsid w:val="0059527C"/>
    <w:rsid w:val="005D0926"/>
    <w:rsid w:val="005D24F8"/>
    <w:rsid w:val="005E22B9"/>
    <w:rsid w:val="005E513F"/>
    <w:rsid w:val="006119BA"/>
    <w:rsid w:val="00613B61"/>
    <w:rsid w:val="00616D4D"/>
    <w:rsid w:val="00633EB5"/>
    <w:rsid w:val="006348B0"/>
    <w:rsid w:val="0065304D"/>
    <w:rsid w:val="0065641A"/>
    <w:rsid w:val="00661E7D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C1B6C"/>
    <w:rsid w:val="006E7273"/>
    <w:rsid w:val="00701CD7"/>
    <w:rsid w:val="00707415"/>
    <w:rsid w:val="007477D8"/>
    <w:rsid w:val="00753987"/>
    <w:rsid w:val="0079124B"/>
    <w:rsid w:val="00796BCB"/>
    <w:rsid w:val="007A4F3A"/>
    <w:rsid w:val="007A5CF4"/>
    <w:rsid w:val="007E0E21"/>
    <w:rsid w:val="007E2AA9"/>
    <w:rsid w:val="007E504D"/>
    <w:rsid w:val="007F1032"/>
    <w:rsid w:val="007F5C9C"/>
    <w:rsid w:val="0081382B"/>
    <w:rsid w:val="0082056D"/>
    <w:rsid w:val="008430B4"/>
    <w:rsid w:val="00843486"/>
    <w:rsid w:val="00850BC6"/>
    <w:rsid w:val="00864B15"/>
    <w:rsid w:val="008B348A"/>
    <w:rsid w:val="008B7D7C"/>
    <w:rsid w:val="008B7F6D"/>
    <w:rsid w:val="008C24C3"/>
    <w:rsid w:val="008E6A4C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D0D0A"/>
    <w:rsid w:val="009D349C"/>
    <w:rsid w:val="009F2906"/>
    <w:rsid w:val="009F2A84"/>
    <w:rsid w:val="00A029AF"/>
    <w:rsid w:val="00A3027C"/>
    <w:rsid w:val="00A40340"/>
    <w:rsid w:val="00A417C7"/>
    <w:rsid w:val="00A631B2"/>
    <w:rsid w:val="00A72BE9"/>
    <w:rsid w:val="00A90BEA"/>
    <w:rsid w:val="00A94007"/>
    <w:rsid w:val="00A94159"/>
    <w:rsid w:val="00AB091B"/>
    <w:rsid w:val="00AB13A6"/>
    <w:rsid w:val="00AE074E"/>
    <w:rsid w:val="00B11192"/>
    <w:rsid w:val="00B12C4B"/>
    <w:rsid w:val="00B12D92"/>
    <w:rsid w:val="00B1370A"/>
    <w:rsid w:val="00B83525"/>
    <w:rsid w:val="00B86D86"/>
    <w:rsid w:val="00B879CE"/>
    <w:rsid w:val="00B938BE"/>
    <w:rsid w:val="00BC4FD6"/>
    <w:rsid w:val="00BC7EEF"/>
    <w:rsid w:val="00BD4002"/>
    <w:rsid w:val="00BE02F2"/>
    <w:rsid w:val="00BE3282"/>
    <w:rsid w:val="00BE6018"/>
    <w:rsid w:val="00BF6BE2"/>
    <w:rsid w:val="00C005AA"/>
    <w:rsid w:val="00C17799"/>
    <w:rsid w:val="00C26AF2"/>
    <w:rsid w:val="00C27002"/>
    <w:rsid w:val="00C42322"/>
    <w:rsid w:val="00C42BF1"/>
    <w:rsid w:val="00C43582"/>
    <w:rsid w:val="00C44152"/>
    <w:rsid w:val="00C53759"/>
    <w:rsid w:val="00C56EDD"/>
    <w:rsid w:val="00C60478"/>
    <w:rsid w:val="00C61448"/>
    <w:rsid w:val="00C77372"/>
    <w:rsid w:val="00C915C1"/>
    <w:rsid w:val="00C91CD6"/>
    <w:rsid w:val="00CC24FE"/>
    <w:rsid w:val="00CD2D77"/>
    <w:rsid w:val="00CD6B81"/>
    <w:rsid w:val="00D12260"/>
    <w:rsid w:val="00D24115"/>
    <w:rsid w:val="00D3332C"/>
    <w:rsid w:val="00D43598"/>
    <w:rsid w:val="00D50BE0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410D7"/>
    <w:rsid w:val="00E547D3"/>
    <w:rsid w:val="00E6343D"/>
    <w:rsid w:val="00E66691"/>
    <w:rsid w:val="00E704B6"/>
    <w:rsid w:val="00E82F97"/>
    <w:rsid w:val="00E90888"/>
    <w:rsid w:val="00E90C00"/>
    <w:rsid w:val="00ED3CF0"/>
    <w:rsid w:val="00EE1B3F"/>
    <w:rsid w:val="00EF1E9E"/>
    <w:rsid w:val="00F213CC"/>
    <w:rsid w:val="00F24BAC"/>
    <w:rsid w:val="00F30516"/>
    <w:rsid w:val="00F55B2F"/>
    <w:rsid w:val="00F62103"/>
    <w:rsid w:val="00F70620"/>
    <w:rsid w:val="00F818C0"/>
    <w:rsid w:val="00F86A67"/>
    <w:rsid w:val="00F873D5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D5D8FE-5917-4EAC-91A4-131792926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190E96-5D13-4029-91A7-20BA13D3F3CD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4.xml><?xml version="1.0" encoding="utf-8"?>
<ds:datastoreItem xmlns:ds="http://schemas.openxmlformats.org/officeDocument/2006/customXml" ds:itemID="{674EDBB2-1669-49BC-B440-E7D845ED66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181</TotalTime>
  <Pages>3</Pages>
  <Words>982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 dopis</dc:title>
  <dc:creator>KKN</dc:creator>
  <cp:lastModifiedBy>Tina Batková</cp:lastModifiedBy>
  <cp:revision>72</cp:revision>
  <cp:lastPrinted>2013-09-18T12:20:00Z</cp:lastPrinted>
  <dcterms:created xsi:type="dcterms:W3CDTF">2022-05-05T12:23:00Z</dcterms:created>
  <dcterms:modified xsi:type="dcterms:W3CDTF">2026-02-18T10:06:00Z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